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F3B47-DB78-45A0-AC1D-C5935B7B805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